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93D70">
        <w:rPr>
          <w:rFonts w:ascii="Arial" w:hAnsi="Arial" w:cs="Arial"/>
          <w:b/>
          <w:caps/>
          <w:sz w:val="28"/>
          <w:szCs w:val="28"/>
        </w:rPr>
        <w:t>752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93D7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3D70">
              <w:rPr>
                <w:rFonts w:ascii="Arial" w:hAnsi="Arial" w:cs="Arial"/>
                <w:sz w:val="20"/>
                <w:szCs w:val="20"/>
              </w:rPr>
              <w:t>Solicita providências visando à troca do poste de madeira existente defronte do nº 69 da Rua Graciliano Ramos, no Jardim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93D70" w:rsidRPr="00693D70">
        <w:rPr>
          <w:rFonts w:ascii="Arial" w:hAnsi="Arial" w:cs="Arial"/>
        </w:rPr>
        <w:t>à troca do poste de madeira existente defronte do nº 69 da Rua Graciliano Ramos, no Jardim Esperança.</w:t>
      </w:r>
    </w:p>
    <w:p w:rsidR="00693D70" w:rsidRDefault="00693D7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o referido poste </w:t>
      </w:r>
      <w:r w:rsidRPr="00693D70">
        <w:rPr>
          <w:rFonts w:ascii="Arial" w:hAnsi="Arial" w:cs="Arial"/>
        </w:rPr>
        <w:t>está com a base podre</w:t>
      </w:r>
      <w:r>
        <w:rPr>
          <w:rFonts w:ascii="Arial" w:hAnsi="Arial" w:cs="Arial"/>
        </w:rPr>
        <w:t>,</w:t>
      </w:r>
      <w:r w:rsidRPr="00693D70">
        <w:rPr>
          <w:rFonts w:ascii="Arial" w:hAnsi="Arial" w:cs="Arial"/>
        </w:rPr>
        <w:t xml:space="preserve"> correndo o risco de cair sobre as residências ou veículos.</w:t>
      </w:r>
    </w:p>
    <w:p w:rsidR="00693D70" w:rsidRDefault="00693D70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93D7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93D70">
        <w:rPr>
          <w:rFonts w:ascii="Arial" w:hAnsi="Arial" w:cs="Arial"/>
        </w:rPr>
        <w:t>28 de março de 2018.</w:t>
      </w:r>
    </w:p>
    <w:p w:rsidR="00693D70" w:rsidRDefault="00693D7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3D70" w:rsidRDefault="00693D7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3D70" w:rsidRDefault="00693D7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3D70" w:rsidRPr="00A34F2C" w:rsidRDefault="00693D7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693D70" w:rsidRDefault="00693D7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693D70" w:rsidRPr="00A34F2C" w:rsidRDefault="00693D70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693D7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859" w:rsidRDefault="00791859">
      <w:r>
        <w:separator/>
      </w:r>
    </w:p>
  </w:endnote>
  <w:endnote w:type="continuationSeparator" w:id="0">
    <w:p w:rsidR="00791859" w:rsidRDefault="0079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859" w:rsidRDefault="00791859">
      <w:r>
        <w:separator/>
      </w:r>
    </w:p>
  </w:footnote>
  <w:footnote w:type="continuationSeparator" w:id="0">
    <w:p w:rsidR="00791859" w:rsidRDefault="0079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F125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93D70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91859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1259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6EE9C-EBE9-401B-AC52-5E0F744F1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2018-03-26T13:02:00Z</cp:lastPrinted>
  <dcterms:created xsi:type="dcterms:W3CDTF">2018-03-26T13:02:00Z</dcterms:created>
  <dcterms:modified xsi:type="dcterms:W3CDTF">2018-03-26T13:02:00Z</dcterms:modified>
</cp:coreProperties>
</file>